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70E" w:rsidRPr="00853182" w:rsidRDefault="00853182" w:rsidP="00853182">
      <w:pPr>
        <w:ind w:left="5103"/>
      </w:pPr>
      <w:r w:rsidRPr="00853182">
        <w:t>Приложение № 15</w:t>
      </w:r>
    </w:p>
    <w:p w:rsidR="00853182" w:rsidRPr="00853182" w:rsidRDefault="00853182" w:rsidP="00853182">
      <w:pPr>
        <w:ind w:left="5103"/>
      </w:pPr>
      <w:r w:rsidRPr="00853182">
        <w:t>к решению Совета муниципального образования Новокубанский район</w:t>
      </w:r>
    </w:p>
    <w:p w:rsidR="00300934" w:rsidRPr="00300934" w:rsidRDefault="0052750D" w:rsidP="00300934">
      <w:pPr>
        <w:ind w:firstLine="5103"/>
        <w:rPr>
          <w:rFonts w:eastAsia="Calibri"/>
          <w:szCs w:val="28"/>
        </w:rPr>
      </w:pPr>
      <w:r w:rsidRPr="0052750D">
        <w:rPr>
          <w:rFonts w:eastAsia="Calibri"/>
          <w:szCs w:val="28"/>
        </w:rPr>
        <w:t>от 22 ноября 2018 года № 380</w:t>
      </w:r>
      <w:bookmarkStart w:id="0" w:name="_GoBack"/>
      <w:bookmarkEnd w:id="0"/>
    </w:p>
    <w:p w:rsidR="00853182" w:rsidRDefault="00853182" w:rsidP="00853182">
      <w:pPr>
        <w:ind w:left="5103"/>
      </w:pPr>
    </w:p>
    <w:p w:rsidR="008C07F7" w:rsidRDefault="00853182" w:rsidP="008C07F7">
      <w:pPr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Объем бюджетных ассигнований, направляемых на </w:t>
      </w:r>
      <w:proofErr w:type="gramStart"/>
      <w:r>
        <w:rPr>
          <w:b/>
          <w:bCs/>
          <w:szCs w:val="28"/>
        </w:rPr>
        <w:t>социальную</w:t>
      </w:r>
      <w:proofErr w:type="gramEnd"/>
    </w:p>
    <w:p w:rsidR="00853182" w:rsidRDefault="00853182" w:rsidP="008C07F7">
      <w:pPr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>поддержку детей и семей, имеющих детей, на плановый период</w:t>
      </w:r>
    </w:p>
    <w:p w:rsidR="00853182" w:rsidRPr="00853182" w:rsidRDefault="00853182" w:rsidP="00853182">
      <w:pPr>
        <w:jc w:val="center"/>
      </w:pPr>
      <w:r>
        <w:rPr>
          <w:b/>
          <w:bCs/>
          <w:szCs w:val="28"/>
        </w:rPr>
        <w:t>2020 и 2021 годов</w:t>
      </w:r>
    </w:p>
    <w:p w:rsidR="00853182" w:rsidRDefault="008C07F7" w:rsidP="008C07F7">
      <w:pPr>
        <w:jc w:val="right"/>
      </w:pPr>
      <w:r>
        <w:t>(тысяч рублей)</w:t>
      </w: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276"/>
        <w:gridCol w:w="1276"/>
      </w:tblGrid>
      <w:tr w:rsidR="00853182" w:rsidTr="008C07F7"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3182" w:rsidRPr="00853182" w:rsidRDefault="00853182" w:rsidP="00853182">
            <w:pPr>
              <w:jc w:val="center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53182">
              <w:rPr>
                <w:b/>
                <w:sz w:val="24"/>
                <w:szCs w:val="24"/>
              </w:rPr>
              <w:t>п</w:t>
            </w:r>
            <w:proofErr w:type="gramEnd"/>
            <w:r w:rsidRPr="0085318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182" w:rsidRPr="00853182" w:rsidRDefault="00853182" w:rsidP="00853182">
            <w:pPr>
              <w:jc w:val="center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182" w:rsidRPr="00853182" w:rsidRDefault="00853182" w:rsidP="00853182">
            <w:pPr>
              <w:jc w:val="center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82" w:rsidRPr="00853182" w:rsidRDefault="00853182" w:rsidP="00853182">
            <w:pPr>
              <w:jc w:val="center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2021 год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674,2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674,2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22 005,2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22 005,2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  <w:lang w:val="en-US"/>
              </w:rPr>
              <w:t>3</w:t>
            </w:r>
            <w:r w:rsidRPr="0085318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</w:t>
            </w:r>
            <w:r w:rsidRPr="00853182">
              <w:rPr>
                <w:sz w:val="24"/>
                <w:szCs w:val="24"/>
              </w:rPr>
              <w:t>в</w:t>
            </w:r>
            <w:r w:rsidRPr="00853182">
              <w:rPr>
                <w:sz w:val="24"/>
                <w:szCs w:val="24"/>
              </w:rPr>
              <w:t xml:space="preserve">лению патронатного воспитания и </w:t>
            </w:r>
            <w:proofErr w:type="spellStart"/>
            <w:r w:rsidRPr="00853182">
              <w:rPr>
                <w:sz w:val="24"/>
                <w:szCs w:val="24"/>
              </w:rPr>
              <w:t>постинтернатного</w:t>
            </w:r>
            <w:proofErr w:type="spellEnd"/>
            <w:r w:rsidRPr="00853182">
              <w:rPr>
                <w:sz w:val="24"/>
                <w:szCs w:val="24"/>
              </w:rPr>
              <w:t xml:space="preserve"> сопр</w:t>
            </w:r>
            <w:r w:rsidRPr="00853182">
              <w:rPr>
                <w:sz w:val="24"/>
                <w:szCs w:val="24"/>
              </w:rPr>
              <w:t>о</w:t>
            </w:r>
            <w:r w:rsidRPr="00853182">
              <w:rPr>
                <w:sz w:val="24"/>
                <w:szCs w:val="24"/>
              </w:rPr>
              <w:t>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516,0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</w:t>
            </w:r>
            <w:r w:rsidRPr="00853182">
              <w:rPr>
                <w:sz w:val="24"/>
                <w:szCs w:val="24"/>
              </w:rPr>
              <w:t>и</w:t>
            </w:r>
            <w:r w:rsidRPr="00853182">
              <w:rPr>
                <w:sz w:val="24"/>
                <w:szCs w:val="24"/>
              </w:rPr>
              <w:t>емных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43 350,5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45 083,0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853182">
              <w:rPr>
                <w:sz w:val="24"/>
                <w:szCs w:val="24"/>
              </w:rPr>
              <w:t>е</w:t>
            </w:r>
            <w:r w:rsidRPr="00853182">
              <w:rPr>
                <w:sz w:val="24"/>
                <w:szCs w:val="24"/>
              </w:rPr>
              <w:t>тей, нуждающихся в особой заботе государства, переданных на патронатное воспитание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436,7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454,1</w:t>
            </w:r>
          </w:p>
        </w:tc>
      </w:tr>
      <w:tr w:rsidR="00853182" w:rsidRPr="000E67F3" w:rsidTr="008C07F7">
        <w:trPr>
          <w:cantSplit/>
          <w:trHeight w:val="1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53182">
              <w:rPr>
                <w:b/>
                <w:sz w:val="24"/>
                <w:szCs w:val="24"/>
              </w:rPr>
              <w:t>6</w:t>
            </w:r>
            <w:r w:rsidRPr="00853182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</w:t>
            </w:r>
            <w:r w:rsidRPr="00853182">
              <w:rPr>
                <w:sz w:val="24"/>
                <w:szCs w:val="24"/>
              </w:rPr>
              <w:t>е</w:t>
            </w:r>
            <w:r w:rsidRPr="00853182">
              <w:rPr>
                <w:sz w:val="24"/>
                <w:szCs w:val="24"/>
              </w:rPr>
              <w:t>тей-сирот и детей, оставшихся без попечения родителей, находящихся под опекой (попечительством), включая пре</w:t>
            </w:r>
            <w:r w:rsidRPr="00853182">
              <w:rPr>
                <w:sz w:val="24"/>
                <w:szCs w:val="24"/>
              </w:rPr>
              <w:t>д</w:t>
            </w:r>
            <w:r w:rsidRPr="00853182">
              <w:rPr>
                <w:sz w:val="24"/>
                <w:szCs w:val="24"/>
              </w:rPr>
              <w:t>варительную опеку (попечительство), переданных на восп</w:t>
            </w:r>
            <w:r w:rsidRPr="00853182">
              <w:rPr>
                <w:sz w:val="24"/>
                <w:szCs w:val="24"/>
              </w:rPr>
              <w:t>и</w:t>
            </w:r>
            <w:r w:rsidRPr="00853182">
              <w:rPr>
                <w:sz w:val="24"/>
                <w:szCs w:val="24"/>
              </w:rPr>
              <w:t>тание в приемную семью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48 125,2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50 049,6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  <w:lang w:val="en-US"/>
              </w:rPr>
              <w:t>7</w:t>
            </w:r>
            <w:r w:rsidRPr="0085318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</w:t>
            </w:r>
            <w:r w:rsidRPr="00853182">
              <w:rPr>
                <w:sz w:val="24"/>
                <w:szCs w:val="24"/>
              </w:rPr>
              <w:t>о</w:t>
            </w:r>
            <w:r w:rsidRPr="00853182">
              <w:rPr>
                <w:sz w:val="24"/>
                <w:szCs w:val="24"/>
              </w:rPr>
              <w:t>вательные организации, реализующие образовательную пр</w:t>
            </w:r>
            <w:r w:rsidRPr="00853182">
              <w:rPr>
                <w:sz w:val="24"/>
                <w:szCs w:val="24"/>
              </w:rPr>
              <w:t>о</w:t>
            </w:r>
            <w:r w:rsidRPr="00853182">
              <w:rPr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9 372,0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9 372,0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</w:rPr>
            </w:pPr>
            <w:r w:rsidRPr="00853182">
              <w:rPr>
                <w:b/>
                <w:sz w:val="24"/>
                <w:szCs w:val="24"/>
                <w:lang w:val="en-US"/>
              </w:rPr>
              <w:t>8</w:t>
            </w:r>
            <w:r w:rsidRPr="0085318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182" w:rsidRPr="00853182" w:rsidRDefault="00853182" w:rsidP="00853182">
            <w:pPr>
              <w:jc w:val="both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1 111,5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1 111,5</w:t>
            </w:r>
          </w:p>
        </w:tc>
      </w:tr>
      <w:tr w:rsidR="00853182" w:rsidRPr="000E67F3" w:rsidTr="008C07F7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182" w:rsidRPr="00853182" w:rsidRDefault="00853182" w:rsidP="00853182">
            <w:pPr>
              <w:jc w:val="right"/>
              <w:rPr>
                <w:b/>
                <w:sz w:val="24"/>
                <w:szCs w:val="24"/>
                <w:lang w:val="en-US"/>
              </w:rPr>
            </w:pPr>
            <w:r w:rsidRPr="00853182">
              <w:rPr>
                <w:b/>
                <w:sz w:val="24"/>
                <w:szCs w:val="24"/>
              </w:rPr>
              <w:t>9</w:t>
            </w:r>
            <w:r w:rsidRPr="00853182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3182" w:rsidRPr="00853182" w:rsidRDefault="00853182" w:rsidP="00853182">
            <w:pPr>
              <w:jc w:val="right"/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>415,0</w:t>
            </w:r>
          </w:p>
        </w:tc>
      </w:tr>
      <w:tr w:rsidR="00853182" w:rsidRPr="000E67F3" w:rsidTr="008C07F7">
        <w:trPr>
          <w:cantSplit/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82" w:rsidRPr="00853182" w:rsidRDefault="00853182" w:rsidP="00853182">
            <w:pPr>
              <w:rPr>
                <w:sz w:val="24"/>
                <w:szCs w:val="24"/>
              </w:rPr>
            </w:pPr>
          </w:p>
          <w:p w:rsidR="00853182" w:rsidRPr="00853182" w:rsidRDefault="00853182" w:rsidP="00853182">
            <w:pPr>
              <w:rPr>
                <w:sz w:val="24"/>
                <w:szCs w:val="24"/>
              </w:rPr>
            </w:pPr>
            <w:r w:rsidRPr="008531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182" w:rsidRPr="00853182" w:rsidRDefault="00853182" w:rsidP="00853182">
            <w:pPr>
              <w:rPr>
                <w:b/>
                <w:bCs/>
                <w:sz w:val="24"/>
                <w:szCs w:val="24"/>
              </w:rPr>
            </w:pPr>
            <w:r w:rsidRPr="0085318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182" w:rsidRPr="00853182" w:rsidRDefault="00853182" w:rsidP="00853182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853182">
              <w:rPr>
                <w:b/>
                <w:bCs/>
                <w:sz w:val="24"/>
                <w:szCs w:val="24"/>
                <w:lang w:val="en-US"/>
              </w:rPr>
              <w:t>125 986</w:t>
            </w:r>
            <w:r w:rsidRPr="00853182">
              <w:rPr>
                <w:b/>
                <w:bCs/>
                <w:sz w:val="24"/>
                <w:szCs w:val="24"/>
              </w:rPr>
              <w:t>,</w:t>
            </w:r>
            <w:r w:rsidRPr="00853182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182" w:rsidRPr="00853182" w:rsidRDefault="00853182" w:rsidP="00853182">
            <w:pPr>
              <w:jc w:val="right"/>
              <w:rPr>
                <w:b/>
                <w:bCs/>
                <w:sz w:val="24"/>
                <w:szCs w:val="24"/>
              </w:rPr>
            </w:pPr>
            <w:r w:rsidRPr="00853182">
              <w:rPr>
                <w:b/>
                <w:bCs/>
                <w:sz w:val="24"/>
                <w:szCs w:val="24"/>
              </w:rPr>
              <w:t>129 680,6</w:t>
            </w:r>
          </w:p>
        </w:tc>
      </w:tr>
    </w:tbl>
    <w:p w:rsidR="00853182" w:rsidRDefault="00853182" w:rsidP="007E513A"/>
    <w:p w:rsidR="00627195" w:rsidRDefault="008C07F7" w:rsidP="00627195">
      <w:pPr>
        <w:rPr>
          <w:szCs w:val="28"/>
        </w:rPr>
      </w:pPr>
      <w:r>
        <w:rPr>
          <w:szCs w:val="28"/>
        </w:rPr>
        <w:t>П</w:t>
      </w:r>
      <w:r w:rsidR="00DE0276">
        <w:rPr>
          <w:szCs w:val="28"/>
        </w:rPr>
        <w:t>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образования </w:t>
      </w:r>
      <w:r w:rsidR="00E30A1C">
        <w:rPr>
          <w:szCs w:val="28"/>
        </w:rPr>
        <w:t>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AA75FA" w:rsidRDefault="00627195" w:rsidP="007E513A">
      <w:r>
        <w:rPr>
          <w:szCs w:val="28"/>
        </w:rPr>
        <w:t xml:space="preserve">образования Новокубанский район                                     </w:t>
      </w:r>
      <w:r w:rsidR="008C07F7">
        <w:rPr>
          <w:szCs w:val="28"/>
        </w:rPr>
        <w:t xml:space="preserve">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Е.В.Афонина</w:t>
      </w:r>
      <w:proofErr w:type="spellEnd"/>
    </w:p>
    <w:sectPr w:rsidR="00627195" w:rsidRPr="00AA75FA" w:rsidSect="008C07F7">
      <w:headerReference w:type="default" r:id="rId8"/>
      <w:headerReference w:type="first" r:id="rId9"/>
      <w:pgSz w:w="11906" w:h="16838"/>
      <w:pgMar w:top="1134" w:right="567" w:bottom="426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182" w:rsidRDefault="00853182" w:rsidP="00E12559">
      <w:r>
        <w:separator/>
      </w:r>
    </w:p>
  </w:endnote>
  <w:endnote w:type="continuationSeparator" w:id="0">
    <w:p w:rsidR="00853182" w:rsidRDefault="0085318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182" w:rsidRDefault="00853182" w:rsidP="00E12559">
      <w:r>
        <w:separator/>
      </w:r>
    </w:p>
  </w:footnote>
  <w:footnote w:type="continuationSeparator" w:id="0">
    <w:p w:rsidR="00853182" w:rsidRDefault="0085318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853182" w:rsidRDefault="00853182" w:rsidP="003D4A1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7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182" w:rsidRDefault="008531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470D"/>
    <w:rsid w:val="000152D5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868E6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67F3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38B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1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6763E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0271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30AA"/>
    <w:rsid w:val="002D47B0"/>
    <w:rsid w:val="002D6802"/>
    <w:rsid w:val="002E112C"/>
    <w:rsid w:val="002E20A2"/>
    <w:rsid w:val="002E249D"/>
    <w:rsid w:val="002E3D77"/>
    <w:rsid w:val="002E64C6"/>
    <w:rsid w:val="002E7E42"/>
    <w:rsid w:val="002F061B"/>
    <w:rsid w:val="002F0683"/>
    <w:rsid w:val="002F0CF7"/>
    <w:rsid w:val="002F1B61"/>
    <w:rsid w:val="002F5AB0"/>
    <w:rsid w:val="002F5C5F"/>
    <w:rsid w:val="002F7840"/>
    <w:rsid w:val="00300934"/>
    <w:rsid w:val="00301F22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74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D81"/>
    <w:rsid w:val="004D3E30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750D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4DA0"/>
    <w:rsid w:val="00625D73"/>
    <w:rsid w:val="00626EA4"/>
    <w:rsid w:val="00627195"/>
    <w:rsid w:val="00630840"/>
    <w:rsid w:val="00635A23"/>
    <w:rsid w:val="00641319"/>
    <w:rsid w:val="006413ED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45FB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B7BC1"/>
    <w:rsid w:val="006C11C9"/>
    <w:rsid w:val="006C2401"/>
    <w:rsid w:val="006C2D34"/>
    <w:rsid w:val="006C4118"/>
    <w:rsid w:val="006C60E9"/>
    <w:rsid w:val="006C6301"/>
    <w:rsid w:val="006C6556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5782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3182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07F7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58B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126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5DFC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7245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2B45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3998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3DF1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27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55D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0276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0A1C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F0011F"/>
    <w:rsid w:val="00F014C4"/>
    <w:rsid w:val="00F0154D"/>
    <w:rsid w:val="00F01E94"/>
    <w:rsid w:val="00F034BE"/>
    <w:rsid w:val="00F107DA"/>
    <w:rsid w:val="00F10CD8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DC211-1674-419F-B89C-64B8BE0EC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335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38</cp:revision>
  <cp:lastPrinted>2018-10-23T14:28:00Z</cp:lastPrinted>
  <dcterms:created xsi:type="dcterms:W3CDTF">2017-09-18T13:02:00Z</dcterms:created>
  <dcterms:modified xsi:type="dcterms:W3CDTF">2019-08-23T09:49:00Z</dcterms:modified>
</cp:coreProperties>
</file>